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1D28" w:rsidRDefault="007752A2"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38100</wp:posOffset>
                </wp:positionH>
                <wp:positionV relativeFrom="paragraph">
                  <wp:posOffset>-186690</wp:posOffset>
                </wp:positionV>
                <wp:extent cx="6829425" cy="800100"/>
                <wp:effectExtent l="0" t="3810" r="0" b="0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29425" cy="800100"/>
                          <a:chOff x="753" y="555"/>
                          <a:chExt cx="10152" cy="1260"/>
                        </a:xfrm>
                      </wpg:grpSpPr>
                      <wpg:grpSp>
                        <wpg:cNvPr id="3" name="Group 3"/>
                        <wpg:cNvGrpSpPr>
                          <a:grpSpLocks/>
                        </wpg:cNvGrpSpPr>
                        <wpg:grpSpPr bwMode="auto">
                          <a:xfrm>
                            <a:off x="1410" y="555"/>
                            <a:ext cx="9495" cy="1260"/>
                            <a:chOff x="1410" y="555"/>
                            <a:chExt cx="9495" cy="1260"/>
                          </a:xfrm>
                        </wpg:grpSpPr>
                        <wps:wsp>
                          <wps:cNvPr id="4" name="Rectangle 4"/>
                          <wps:cNvSpPr>
                            <a:spLocks noChangeArrowheads="1"/>
                          </wps:cNvSpPr>
                          <wps:spPr bwMode="auto">
                            <a:xfrm>
                              <a:off x="1410" y="555"/>
                              <a:ext cx="9495" cy="12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4A1C66" w:rsidRPr="0021511C" w:rsidRDefault="004A1C66" w:rsidP="008D1D28">
                                <w:pPr>
                                  <w:tabs>
                                    <w:tab w:val="right" w:pos="5580"/>
                                    <w:tab w:val="right" w:pos="9720"/>
                                  </w:tabs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</w:rPr>
                                </w:pPr>
                                <w:r w:rsidRPr="0021511C"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</w:rPr>
                                  <w:t>Name:</w:t>
                                </w:r>
                                <w:r w:rsidRPr="0021511C"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  <w:u w:val="single"/>
                                  </w:rPr>
                                  <w:t xml:space="preserve"> </w:t>
                                </w:r>
                                <w:r w:rsidRPr="0021511C"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  <w:u w:val="single"/>
                                  </w:rPr>
                                  <w:tab/>
                                </w:r>
                                <w:r w:rsidRPr="0021511C"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</w:rPr>
                                  <w:tab/>
                                </w:r>
                                <w:r w:rsidR="00AE3BA0">
                                  <w:t>HW 92_Congruency and Triangles</w:t>
                                </w:r>
                              </w:p>
                              <w:p w:rsidR="004A1C66" w:rsidRPr="00311F19" w:rsidRDefault="004A1C66" w:rsidP="004A1C66">
                                <w:pPr>
                                  <w:pStyle w:val="Header"/>
                                  <w:tabs>
                                    <w:tab w:val="right" w:pos="2430"/>
                                    <w:tab w:val="right" w:pos="4680"/>
                                  </w:tabs>
                                  <w:spacing w:after="0" w:line="240" w:lineRule="auto"/>
                                  <w:rPr>
                                    <w:rFonts w:ascii="Times New Roman" w:hAnsi="Times New Roman"/>
                                    <w:i/>
                                    <w:sz w:val="24"/>
                                    <w:u w:val="single"/>
                                  </w:rPr>
                                </w:pPr>
                                <w:r>
                                  <w:rPr>
                                    <w:rFonts w:ascii="Times New Roman" w:hAnsi="Times New Roman"/>
                                    <w:i/>
                                    <w:sz w:val="24"/>
                                  </w:rPr>
                                  <w:t>Mr. Tiénou-Gustafson</w:t>
                                </w:r>
                                <w:r w:rsidR="008D1D28">
                                  <w:rPr>
                                    <w:rFonts w:ascii="Times New Roman" w:hAnsi="Times New Roman"/>
                                    <w:i/>
                                    <w:sz w:val="24"/>
                                  </w:rPr>
                                  <w:t xml:space="preserve"> &amp;</w:t>
                                </w:r>
                                <w:r w:rsidR="00674044">
                                  <w:rPr>
                                    <w:rFonts w:ascii="Times New Roman" w:hAnsi="Times New Roman"/>
                                    <w:i/>
                                    <w:sz w:val="24"/>
                                  </w:rPr>
                                  <w:t xml:space="preserve"> Mr. Bielmeier</w:t>
                                </w:r>
                              </w:p>
                              <w:p w:rsidR="004A1C66" w:rsidRPr="0021511C" w:rsidRDefault="004A1C66" w:rsidP="004A1C66">
                                <w:pPr>
                                  <w:pStyle w:val="Header"/>
                                  <w:tabs>
                                    <w:tab w:val="clear" w:pos="4680"/>
                                    <w:tab w:val="right" w:pos="2790"/>
                                  </w:tabs>
                                  <w:spacing w:after="0" w:line="240" w:lineRule="auto"/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</w:rPr>
                                  <w:t>Geometry</w:t>
                                </w:r>
                                <w:r w:rsidRPr="0021511C"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</w:rPr>
                                  <w:t>, Period</w:t>
                                </w:r>
                                <w:r w:rsidRPr="0021511C"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  <w:u w:val="single"/>
                                  </w:rPr>
                                  <w:t xml:space="preserve"> </w:t>
                                </w:r>
                                <w:r w:rsidRPr="0021511C"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  <w:u w:val="single"/>
                                  </w:rPr>
                                  <w:tab/>
                                </w:r>
                              </w:p>
                              <w:p w:rsidR="004A1C66" w:rsidRPr="0021511C" w:rsidRDefault="004A1C66" w:rsidP="004A1C66">
                                <w:pPr>
                                  <w:tabs>
                                    <w:tab w:val="right" w:pos="2790"/>
                                  </w:tabs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</w:rPr>
                                </w:pPr>
                                <w:r w:rsidRPr="0021511C"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</w:rPr>
                                  <w:t>Due Date:</w:t>
                                </w:r>
                                <w:r w:rsidRPr="0021511C"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  <w:u w:val="single"/>
                                  </w:rPr>
                                  <w:t xml:space="preserve"> </w:t>
                                </w:r>
                                <w:r w:rsidR="00AE3BA0"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  <w:u w:val="single"/>
                                  </w:rPr>
                                  <w:t>1/29/15</w:t>
                                </w:r>
                                <w:bookmarkStart w:id="0" w:name="_GoBack"/>
                                <w:bookmarkEnd w:id="0"/>
                                <w:r w:rsidRPr="0021511C"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  <w:u w:val="single"/>
                                  </w:rPr>
                                  <w:tab/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" name="AutoShape 5"/>
                          <wps:cNvSpPr>
                            <a:spLocks noChangeArrowheads="1"/>
                          </wps:cNvSpPr>
                          <wps:spPr bwMode="auto">
                            <a:xfrm>
                              <a:off x="8985" y="900"/>
                              <a:ext cx="1755" cy="780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wps:spPr>
                          <wps:txbx>
                            <w:txbxContent>
                              <w:p w:rsidR="004A1C66" w:rsidRPr="001B09FE" w:rsidRDefault="004A1C66" w:rsidP="004A1C66">
                                <w:pPr>
                                  <w:jc w:val="center"/>
                                  <w:rPr>
                                    <w:rFonts w:ascii="Arial Black" w:hAnsi="Arial Black"/>
                                    <w:b/>
                                  </w:rPr>
                                </w:pPr>
                                <w:r>
                                  <w:rPr>
                                    <w:rFonts w:ascii="Arial Black" w:hAnsi="Arial Black"/>
                                    <w:b/>
                                  </w:rPr>
                                  <w:t>Geometry</w:t>
                                </w:r>
                              </w:p>
                              <w:p w:rsidR="004A1C66" w:rsidRPr="001B09FE" w:rsidRDefault="004A1C66" w:rsidP="004A1C66">
                                <w:pPr>
                                  <w:jc w:val="center"/>
                                  <w:rPr>
                                    <w:rFonts w:ascii="Arial Black" w:hAnsi="Arial Black"/>
                                    <w:b/>
                                  </w:rPr>
                                </w:pPr>
                                <w:r w:rsidRPr="001B09FE">
                                  <w:rPr>
                                    <w:rFonts w:ascii="Arial Black" w:hAnsi="Arial Black"/>
                                    <w:b/>
                                  </w:rPr>
                                  <w:t>Homework</w:t>
                                </w:r>
                              </w:p>
                            </w:txbxContent>
                          </wps:txbx>
                          <wps:bodyPr rot="0" vert="horz" wrap="square" lIns="91440" tIns="0" rIns="91440" bIns="0" anchor="t" anchorCtr="0" upright="1"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6" name="Picture 6" descr="El Mate Viv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53" y="672"/>
                            <a:ext cx="756" cy="1008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3pt;margin-top:-14.7pt;width:537.75pt;height:63pt;z-index:251658240" coordorigin="753,555" coordsize="10152,126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">
                <v:group id="Group 3" o:spid="_x0000_s1027" style="position:absolute;left:1410;top:555;width:9495;height:1260" coordorigin="1410,555" coordsize="9495,12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rect id="Rectangle 4" o:spid="_x0000_s1028" style="position:absolute;left:1410;top:555;width:9495;height:1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WRAhsMA&#10;AADaAAAADwAAAGRycy9kb3ducmV2LnhtbESPQWvCQBSE74L/YXlCL6KbFpESsxERpKEUxNh6fmRf&#10;k9Ds25jdJum/dwWhx2FmvmGS7Wga0VPnassKnpcRCOLC6ppLBZ/nw+IVhPPIGhvLpOCPHGzT6STB&#10;WNuBT9TnvhQBwi5GBZX3bSylKyoy6Ja2JQ7et+0M+iC7UuoOhwA3jXyJorU0WHNYqLClfUXFT/5r&#10;FAzFsb+cP97kcX7JLF+z6z7/elfqaTbuNiA8jf4//GhnWsEK7lfCDZDp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WRAhsMAAADaAAAADwAAAAAAAAAAAAAAAACYAgAAZHJzL2Rv&#10;d25yZXYueG1sUEsFBgAAAAAEAAQA9QAAAIgDAAAAAA==&#10;" filled="f" stroked="f">
                    <v:textbox>
                      <w:txbxContent>
                        <w:p w:rsidR="004A1C66" w:rsidRPr="0021511C" w:rsidRDefault="004A1C66" w:rsidP="008D1D28">
                          <w:pPr>
                            <w:tabs>
                              <w:tab w:val="right" w:pos="5580"/>
                              <w:tab w:val="right" w:pos="9720"/>
                            </w:tabs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</w:pPr>
                          <w:r w:rsidRPr="0021511C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Name:</w:t>
                          </w:r>
                          <w:r w:rsidRPr="0021511C">
                            <w:rPr>
                              <w:rFonts w:ascii="Times New Roman" w:hAnsi="Times New Roman"/>
                              <w:sz w:val="24"/>
                              <w:szCs w:val="24"/>
                              <w:u w:val="single"/>
                            </w:rPr>
                            <w:t xml:space="preserve"> </w:t>
                          </w:r>
                          <w:r w:rsidRPr="0021511C">
                            <w:rPr>
                              <w:rFonts w:ascii="Times New Roman" w:hAnsi="Times New Roman"/>
                              <w:sz w:val="24"/>
                              <w:szCs w:val="24"/>
                              <w:u w:val="single"/>
                            </w:rPr>
                            <w:tab/>
                          </w:r>
                          <w:r w:rsidRPr="0021511C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ab/>
                          </w:r>
                          <w:r w:rsidR="00AE3BA0">
                            <w:t>HW 92_Congruency and Triangles</w:t>
                          </w:r>
                        </w:p>
                        <w:p w:rsidR="004A1C66" w:rsidRPr="00311F19" w:rsidRDefault="004A1C66" w:rsidP="004A1C66">
                          <w:pPr>
                            <w:pStyle w:val="Header"/>
                            <w:tabs>
                              <w:tab w:val="right" w:pos="2430"/>
                              <w:tab w:val="right" w:pos="4680"/>
                            </w:tabs>
                            <w:spacing w:after="0" w:line="240" w:lineRule="auto"/>
                            <w:rPr>
                              <w:rFonts w:ascii="Times New Roman" w:hAnsi="Times New Roman"/>
                              <w:i/>
                              <w:sz w:val="24"/>
                              <w:u w:val="single"/>
                            </w:rPr>
                          </w:pPr>
                          <w:r>
                            <w:rPr>
                              <w:rFonts w:ascii="Times New Roman" w:hAnsi="Times New Roman"/>
                              <w:i/>
                              <w:sz w:val="24"/>
                            </w:rPr>
                            <w:t>Mr. Tiénou-Gustafson</w:t>
                          </w:r>
                          <w:r w:rsidR="008D1D28">
                            <w:rPr>
                              <w:rFonts w:ascii="Times New Roman" w:hAnsi="Times New Roman"/>
                              <w:i/>
                              <w:sz w:val="24"/>
                            </w:rPr>
                            <w:t xml:space="preserve"> &amp;</w:t>
                          </w:r>
                          <w:r w:rsidR="00674044">
                            <w:rPr>
                              <w:rFonts w:ascii="Times New Roman" w:hAnsi="Times New Roman"/>
                              <w:i/>
                              <w:sz w:val="24"/>
                            </w:rPr>
                            <w:t xml:space="preserve"> Mr. Bielmeier</w:t>
                          </w:r>
                        </w:p>
                        <w:p w:rsidR="004A1C66" w:rsidRPr="0021511C" w:rsidRDefault="004A1C66" w:rsidP="004A1C66">
                          <w:pPr>
                            <w:pStyle w:val="Header"/>
                            <w:tabs>
                              <w:tab w:val="clear" w:pos="4680"/>
                              <w:tab w:val="right" w:pos="2790"/>
                            </w:tabs>
                            <w:spacing w:after="0" w:line="240" w:lineRule="auto"/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Geometry</w:t>
                          </w:r>
                          <w:r w:rsidRPr="0021511C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, Period</w:t>
                          </w:r>
                          <w:r w:rsidRPr="0021511C">
                            <w:rPr>
                              <w:rFonts w:ascii="Times New Roman" w:hAnsi="Times New Roman"/>
                              <w:sz w:val="24"/>
                              <w:szCs w:val="24"/>
                              <w:u w:val="single"/>
                            </w:rPr>
                            <w:t xml:space="preserve"> </w:t>
                          </w:r>
                          <w:r w:rsidRPr="0021511C">
                            <w:rPr>
                              <w:rFonts w:ascii="Times New Roman" w:hAnsi="Times New Roman"/>
                              <w:sz w:val="24"/>
                              <w:szCs w:val="24"/>
                              <w:u w:val="single"/>
                            </w:rPr>
                            <w:tab/>
                          </w:r>
                        </w:p>
                        <w:p w:rsidR="004A1C66" w:rsidRPr="0021511C" w:rsidRDefault="004A1C66" w:rsidP="004A1C66">
                          <w:pPr>
                            <w:tabs>
                              <w:tab w:val="right" w:pos="2790"/>
                            </w:tabs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</w:pPr>
                          <w:r w:rsidRPr="0021511C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Due Date:</w:t>
                          </w:r>
                          <w:r w:rsidRPr="0021511C">
                            <w:rPr>
                              <w:rFonts w:ascii="Times New Roman" w:hAnsi="Times New Roman"/>
                              <w:sz w:val="24"/>
                              <w:szCs w:val="24"/>
                              <w:u w:val="single"/>
                            </w:rPr>
                            <w:t xml:space="preserve"> </w:t>
                          </w:r>
                          <w:r w:rsidR="00AE3BA0">
                            <w:rPr>
                              <w:rFonts w:ascii="Times New Roman" w:hAnsi="Times New Roman"/>
                              <w:sz w:val="24"/>
                              <w:szCs w:val="24"/>
                              <w:u w:val="single"/>
                            </w:rPr>
                            <w:t>1/29/15</w:t>
                          </w:r>
                          <w:bookmarkStart w:id="1" w:name="_GoBack"/>
                          <w:bookmarkEnd w:id="1"/>
                          <w:r w:rsidRPr="0021511C">
                            <w:rPr>
                              <w:rFonts w:ascii="Times New Roman" w:hAnsi="Times New Roman"/>
                              <w:sz w:val="24"/>
                              <w:szCs w:val="24"/>
                              <w:u w:val="single"/>
                            </w:rPr>
                            <w:tab/>
                          </w:r>
                        </w:p>
                      </w:txbxContent>
                    </v:textbox>
                  </v:rect>
                  <v:roundrect id="AutoShape 5" o:spid="_x0000_s1029" style="position:absolute;left:8985;top:900;width:1755;height:78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BTiEsEA&#10;AADaAAAADwAAAGRycy9kb3ducmV2LnhtbESPQYvCMBSE7wv+h/AEL4umKypajSIL4l5bRTw+mmdb&#10;TF5Kk2r992ZhYY/DzHzDbHa9NeJBra8dK/iaJCCIC6drLhWcT4fxEoQPyBqNY1LwIg+77eBjg6l2&#10;T87okYdSRAj7FBVUITSplL6oyKKfuIY4ejfXWgxRtqXULT4j3Bo5TZKFtFhzXKiwoe+KinveWQXy&#10;0l27bDa7mzx8ZqurWR3njVZqNOz3axCB+vAf/mv/aAVz+L0Sb4Dcv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AU4hLBAAAA2gAAAA8AAAAAAAAAAAAAAAAAmAIAAGRycy9kb3du&#10;cmV2LnhtbFBLBQYAAAAABAAEAPUAAACGAwAAAAA=&#10;">
                    <v:shadow on="t"/>
                    <v:textbox inset=",0,,0">
                      <w:txbxContent>
                        <w:p w:rsidR="004A1C66" w:rsidRPr="001B09FE" w:rsidRDefault="004A1C66" w:rsidP="004A1C66">
                          <w:pPr>
                            <w:jc w:val="center"/>
                            <w:rPr>
                              <w:rFonts w:ascii="Arial Black" w:hAnsi="Arial Black"/>
                              <w:b/>
                            </w:rPr>
                          </w:pPr>
                          <w:r>
                            <w:rPr>
                              <w:rFonts w:ascii="Arial Black" w:hAnsi="Arial Black"/>
                              <w:b/>
                            </w:rPr>
                            <w:t>Geometry</w:t>
                          </w:r>
                        </w:p>
                        <w:p w:rsidR="004A1C66" w:rsidRPr="001B09FE" w:rsidRDefault="004A1C66" w:rsidP="004A1C66">
                          <w:pPr>
                            <w:jc w:val="center"/>
                            <w:rPr>
                              <w:rFonts w:ascii="Arial Black" w:hAnsi="Arial Black"/>
                              <w:b/>
                            </w:rPr>
                          </w:pPr>
                          <w:r w:rsidRPr="001B09FE">
                            <w:rPr>
                              <w:rFonts w:ascii="Arial Black" w:hAnsi="Arial Black"/>
                              <w:b/>
                            </w:rPr>
                            <w:t>Homework</w:t>
                          </w:r>
                        </w:p>
                      </w:txbxContent>
                    </v:textbox>
                  </v:roundrect>
                </v:group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6" o:spid="_x0000_s1030" type="#_x0000_t75" alt="El Mate Vive" style="position:absolute;left:753;top:672;width:756;height:100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kpRmnCAAAA2gAAAA8AAABkcnMvZG93bnJldi54bWxEj8FuwjAQRO+V+AdrK/VW7AKK2oBBqAjB&#10;sU37Aat4iQPxOo2dkP49RqrU42hm3mhWm9E1YqAu1J41vEwVCOLSm5orDd9f++dXECEiG2w8k4Zf&#10;CrBZTx5WmBt/5U8ailiJBOGQowYbY5tLGUpLDsPUt8TJO/nOYUyyq6Tp8JrgrpEzpTLpsOa0YLGl&#10;d0vlpeidhqE3b4psPz8vdu7jcMgWxY86av30OG6XICKN8T/81z4aDRncr6QbINc3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JKUZpwgAAANoAAAAPAAAAAAAAAAAAAAAAAJ8C&#10;AABkcnMvZG93bnJldi54bWxQSwUGAAAAAAQABAD3AAAAjgMAAAAA&#10;">
                  <v:imagedata r:id="rId8" o:title="El Mate Vive"/>
                </v:shape>
              </v:group>
            </w:pict>
          </mc:Fallback>
        </mc:AlternateContent>
      </w:r>
    </w:p>
    <w:p w:rsidR="008D1D28" w:rsidRDefault="008D1D28"/>
    <w:p w:rsidR="004A1C66" w:rsidRDefault="004A1C66"/>
    <w:p w:rsidR="004A1C66" w:rsidRDefault="004A1C66"/>
    <w:p w:rsidR="004A1C66" w:rsidRDefault="00AE3BA0">
      <w:r>
        <w:rPr>
          <w:noProof/>
        </w:rPr>
        <w:drawing>
          <wp:inline distT="0" distB="0" distL="0" distR="0" wp14:anchorId="79016249" wp14:editId="54B86D06">
            <wp:extent cx="6762750" cy="4295775"/>
            <wp:effectExtent l="0" t="0" r="0" b="952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762750" cy="4295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E3BA0" w:rsidRDefault="00AE3BA0">
      <w:r>
        <w:rPr>
          <w:noProof/>
        </w:rPr>
        <w:drawing>
          <wp:inline distT="0" distB="0" distL="0" distR="0" wp14:anchorId="594B3F07" wp14:editId="12DD5A24">
            <wp:extent cx="6619875" cy="3857625"/>
            <wp:effectExtent l="0" t="0" r="9525" b="952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619875" cy="3857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E3BA0" w:rsidRDefault="00AE3BA0">
      <w:r>
        <w:rPr>
          <w:noProof/>
        </w:rPr>
        <w:lastRenderedPageBreak/>
        <w:drawing>
          <wp:inline distT="0" distB="0" distL="0" distR="0" wp14:anchorId="7F1385B3" wp14:editId="3B96587A">
            <wp:extent cx="6505575" cy="4048125"/>
            <wp:effectExtent l="0" t="0" r="9525" b="9525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505575" cy="404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E3BA0" w:rsidRDefault="00AE3BA0">
      <w:r>
        <w:rPr>
          <w:noProof/>
        </w:rPr>
        <w:drawing>
          <wp:inline distT="0" distB="0" distL="0" distR="0" wp14:anchorId="77471F81" wp14:editId="78AA40F1">
            <wp:extent cx="6172200" cy="4181475"/>
            <wp:effectExtent l="0" t="0" r="0" b="9525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172200" cy="4181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E3BA0" w:rsidRDefault="00AE3BA0"/>
    <w:sectPr w:rsidR="00AE3BA0" w:rsidSect="008D1D28">
      <w:footerReference w:type="default" r:id="rId13"/>
      <w:pgSz w:w="12240" w:h="15840"/>
      <w:pgMar w:top="720" w:right="720" w:bottom="720" w:left="720" w:header="720" w:footer="20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3D40" w:rsidRDefault="00C33D40" w:rsidP="004A1C66">
      <w:r>
        <w:separator/>
      </w:r>
    </w:p>
  </w:endnote>
  <w:endnote w:type="continuationSeparator" w:id="0">
    <w:p w:rsidR="00C33D40" w:rsidRDefault="00C33D40" w:rsidP="004A1C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1C66" w:rsidRDefault="004A1C66" w:rsidP="004A1C66">
    <w:pPr>
      <w:pStyle w:val="Footer"/>
      <w:jc w:val="center"/>
    </w:pPr>
    <w:r>
      <w:rPr>
        <w:rFonts w:ascii="Times New Roman" w:hAnsi="Times New Roman"/>
        <w:noProof/>
        <w:sz w:val="24"/>
        <w:szCs w:val="24"/>
      </w:rPr>
      <w:drawing>
        <wp:inline distT="0" distB="0" distL="0" distR="0">
          <wp:extent cx="1762125" cy="342900"/>
          <wp:effectExtent l="19050" t="0" r="9525" b="0"/>
          <wp:docPr id="1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3333" r="33160" b="25490"/>
                  <a:stretch>
                    <a:fillRect/>
                  </a:stretch>
                </pic:blipFill>
                <pic:spPr bwMode="auto">
                  <a:xfrm>
                    <a:off x="0" y="0"/>
                    <a:ext cx="1762125" cy="342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4A1C66" w:rsidRDefault="004A1C6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3D40" w:rsidRDefault="00C33D40" w:rsidP="004A1C66">
      <w:r>
        <w:separator/>
      </w:r>
    </w:p>
  </w:footnote>
  <w:footnote w:type="continuationSeparator" w:id="0">
    <w:p w:rsidR="00C33D40" w:rsidRDefault="00C33D40" w:rsidP="004A1C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7704CC5"/>
    <w:multiLevelType w:val="hybridMultilevel"/>
    <w:tmpl w:val="03C28D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6417274"/>
    <w:multiLevelType w:val="hybridMultilevel"/>
    <w:tmpl w:val="8550ED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2A2"/>
    <w:rsid w:val="000248E2"/>
    <w:rsid w:val="001B0A83"/>
    <w:rsid w:val="001C5B15"/>
    <w:rsid w:val="00242D79"/>
    <w:rsid w:val="00290E04"/>
    <w:rsid w:val="003B785F"/>
    <w:rsid w:val="004A1C66"/>
    <w:rsid w:val="004B270D"/>
    <w:rsid w:val="004D05E9"/>
    <w:rsid w:val="004E6D2D"/>
    <w:rsid w:val="005666CA"/>
    <w:rsid w:val="00635C2C"/>
    <w:rsid w:val="0065474E"/>
    <w:rsid w:val="0066796F"/>
    <w:rsid w:val="00674044"/>
    <w:rsid w:val="006D24AE"/>
    <w:rsid w:val="006F5A5F"/>
    <w:rsid w:val="007752A2"/>
    <w:rsid w:val="00846041"/>
    <w:rsid w:val="008D1D28"/>
    <w:rsid w:val="008D66F8"/>
    <w:rsid w:val="00934081"/>
    <w:rsid w:val="009B59F1"/>
    <w:rsid w:val="009F11A5"/>
    <w:rsid w:val="00AE3BA0"/>
    <w:rsid w:val="00AF191E"/>
    <w:rsid w:val="00B53200"/>
    <w:rsid w:val="00C33D40"/>
    <w:rsid w:val="00CE4705"/>
    <w:rsid w:val="00DD6332"/>
    <w:rsid w:val="00E5621B"/>
    <w:rsid w:val="00E973E4"/>
    <w:rsid w:val="00ED0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42C05ED-7A74-4B89-9C39-ED096B9A34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Theme="minorHAnsi" w:hAnsi="Cambria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248E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A1C66"/>
    <w:pPr>
      <w:tabs>
        <w:tab w:val="center" w:pos="4680"/>
        <w:tab w:val="right" w:pos="9360"/>
      </w:tabs>
      <w:spacing w:after="200" w:line="276" w:lineRule="auto"/>
    </w:pPr>
    <w:rPr>
      <w:rFonts w:ascii="Calibri" w:eastAsia="Calibri" w:hAnsi="Calibri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4A1C66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4A1C6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A1C66"/>
  </w:style>
  <w:style w:type="paragraph" w:styleId="BalloonText">
    <w:name w:val="Balloon Text"/>
    <w:basedOn w:val="Normal"/>
    <w:link w:val="BalloonTextChar"/>
    <w:uiPriority w:val="99"/>
    <w:semiHidden/>
    <w:unhideWhenUsed/>
    <w:rsid w:val="004A1C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1C6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E6D2D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6D24AE"/>
    <w:rPr>
      <w:color w:val="808080"/>
    </w:rPr>
  </w:style>
  <w:style w:type="table" w:styleId="TableGrid">
    <w:name w:val="Table Grid"/>
    <w:basedOn w:val="TableNormal"/>
    <w:uiPriority w:val="59"/>
    <w:rsid w:val="00635C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bielmeier\Dropbox\Geometry%202014%20-%202015\REG\Homework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HomeworkTEMPLATE</Template>
  <TotalTime>1</TotalTime>
  <Pages>2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Bielmeier, Sean</dc:creator>
  <cp:lastModifiedBy>Bielmeier, Sean</cp:lastModifiedBy>
  <cp:revision>2</cp:revision>
  <dcterms:created xsi:type="dcterms:W3CDTF">2015-01-25T20:36:00Z</dcterms:created>
  <dcterms:modified xsi:type="dcterms:W3CDTF">2015-01-25T20:36:00Z</dcterms:modified>
</cp:coreProperties>
</file>